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4C" w:rsidRDefault="000C294C" w:rsidP="000C294C">
      <w:pPr>
        <w:spacing w:before="60"/>
        <w:jc w:val="center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PROGRAMMA DELLE ATTIVITA’ DI FORMAZIONE</w:t>
      </w:r>
    </w:p>
    <w:p w:rsidR="007734E1" w:rsidRDefault="007734E1" w:rsidP="000C294C">
      <w:pPr>
        <w:spacing w:before="60"/>
        <w:jc w:val="center"/>
        <w:rPr>
          <w:rFonts w:ascii="Arial" w:hAnsi="Arial" w:cs="Arial"/>
          <w:b/>
          <w:sz w:val="28"/>
          <w:szCs w:val="28"/>
          <w:lang w:val="it-IT"/>
        </w:rPr>
      </w:pPr>
    </w:p>
    <w:p w:rsidR="007734E1" w:rsidRDefault="007734E1" w:rsidP="000C294C">
      <w:pPr>
        <w:spacing w:before="60"/>
        <w:jc w:val="center"/>
        <w:rPr>
          <w:rFonts w:ascii="Arial" w:hAnsi="Arial" w:cs="Arial"/>
          <w:b/>
          <w:sz w:val="28"/>
          <w:szCs w:val="28"/>
          <w:lang w:val="it-IT"/>
        </w:rPr>
      </w:pPr>
    </w:p>
    <w:p w:rsidR="007734E1" w:rsidRDefault="007734E1" w:rsidP="000C294C">
      <w:pPr>
        <w:spacing w:before="60"/>
        <w:jc w:val="center"/>
        <w:rPr>
          <w:rFonts w:ascii="Arial" w:hAnsi="Arial" w:cs="Arial"/>
          <w:sz w:val="22"/>
          <w:szCs w:val="22"/>
          <w:lang w:val="it-IT"/>
        </w:rPr>
      </w:pPr>
    </w:p>
    <w:p w:rsidR="000C294C" w:rsidRDefault="000C294C" w:rsidP="000C294C">
      <w:pPr>
        <w:spacing w:before="60"/>
        <w:rPr>
          <w:rFonts w:ascii="Arial" w:hAnsi="Arial" w:cs="Arial"/>
          <w:sz w:val="22"/>
          <w:szCs w:val="22"/>
          <w:lang w:val="it-IT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0"/>
        <w:gridCol w:w="1059"/>
        <w:gridCol w:w="3083"/>
        <w:gridCol w:w="716"/>
      </w:tblGrid>
      <w:tr w:rsidR="000C294C" w:rsidRPr="000C294C" w:rsidTr="00785C80">
        <w:trPr>
          <w:trHeight w:hRule="exact" w:val="510"/>
          <w:jc w:val="center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4C" w:rsidRPr="000C294C" w:rsidRDefault="000C294C" w:rsidP="000C294C">
            <w:pPr>
              <w:rPr>
                <w:b/>
              </w:rPr>
            </w:pPr>
            <w:proofErr w:type="spellStart"/>
            <w:r w:rsidRPr="000C294C">
              <w:rPr>
                <w:b/>
              </w:rPr>
              <w:t>Titolo</w:t>
            </w:r>
            <w:proofErr w:type="spellEnd"/>
            <w:r w:rsidRPr="000C294C">
              <w:rPr>
                <w:b/>
              </w:rPr>
              <w:t xml:space="preserve"> </w:t>
            </w:r>
            <w:proofErr w:type="spellStart"/>
            <w:r w:rsidRPr="000C294C">
              <w:rPr>
                <w:b/>
              </w:rPr>
              <w:t>Dell’evento</w:t>
            </w:r>
            <w:proofErr w:type="spellEnd"/>
            <w:r w:rsidRPr="000C294C">
              <w:rPr>
                <w:b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4C" w:rsidRPr="000C294C" w:rsidRDefault="000C294C" w:rsidP="000C294C">
            <w:pPr>
              <w:rPr>
                <w:b/>
              </w:rPr>
            </w:pPr>
            <w:r w:rsidRPr="000C294C">
              <w:rPr>
                <w:b/>
              </w:rPr>
              <w:t>Data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4C" w:rsidRPr="000C294C" w:rsidRDefault="00A548D0" w:rsidP="000C294C">
            <w:pPr>
              <w:rPr>
                <w:b/>
              </w:rPr>
            </w:pPr>
            <w:proofErr w:type="spellStart"/>
            <w:r>
              <w:rPr>
                <w:b/>
              </w:rPr>
              <w:t>Luogo</w:t>
            </w:r>
            <w:proofErr w:type="spellEnd"/>
            <w:r>
              <w:rPr>
                <w:b/>
              </w:rPr>
              <w:t>/</w:t>
            </w:r>
            <w:proofErr w:type="spellStart"/>
            <w:r w:rsidR="000C294C" w:rsidRPr="000C294C">
              <w:rPr>
                <w:b/>
              </w:rPr>
              <w:t>Organizzazione</w:t>
            </w:r>
            <w:proofErr w:type="spellEnd"/>
            <w:r w:rsidR="000C294C" w:rsidRPr="000C294C">
              <w:rPr>
                <w:b/>
              </w:rPr>
              <w:t>/Ente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4C" w:rsidRPr="000C294C" w:rsidRDefault="000C294C" w:rsidP="000C294C">
            <w:pPr>
              <w:rPr>
                <w:b/>
              </w:rPr>
            </w:pPr>
            <w:proofErr w:type="spellStart"/>
            <w:r w:rsidRPr="000C294C">
              <w:rPr>
                <w:b/>
              </w:rPr>
              <w:t>Ore</w:t>
            </w:r>
            <w:proofErr w:type="spellEnd"/>
          </w:p>
        </w:tc>
      </w:tr>
    </w:tbl>
    <w:p w:rsidR="000C294C" w:rsidRDefault="000C294C" w:rsidP="000C294C">
      <w:pPr>
        <w:spacing w:before="60"/>
        <w:rPr>
          <w:rFonts w:ascii="Arial" w:hAnsi="Arial" w:cs="Arial"/>
          <w:sz w:val="22"/>
          <w:szCs w:val="22"/>
          <w:lang w:val="it-IT"/>
        </w:rPr>
      </w:pPr>
    </w:p>
    <w:p w:rsidR="000C294C" w:rsidRDefault="000C294C" w:rsidP="000C294C">
      <w:pPr>
        <w:spacing w:before="60"/>
        <w:rPr>
          <w:rFonts w:ascii="Arial" w:hAnsi="Arial" w:cs="Arial"/>
          <w:sz w:val="22"/>
          <w:szCs w:val="22"/>
          <w:lang w:val="it-IT"/>
        </w:rPr>
      </w:pPr>
    </w:p>
    <w:tbl>
      <w:tblPr>
        <w:tblW w:w="102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134"/>
        <w:gridCol w:w="2976"/>
        <w:gridCol w:w="941"/>
      </w:tblGrid>
      <w:tr w:rsidR="000C294C" w:rsidTr="007734E1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294C" w:rsidRDefault="00E8417F" w:rsidP="000C294C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>Corsi di Formazione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</w:tr>
      <w:tr w:rsidR="000C294C" w:rsidTr="007734E1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 w:rsidP="000C294C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</w:tr>
      <w:tr w:rsidR="000C294C" w:rsidTr="007734E1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 w:rsidP="000C294C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</w:tr>
      <w:tr w:rsidR="000C294C" w:rsidTr="007734E1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 w:rsidP="000C294C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</w:tr>
      <w:tr w:rsidR="000C294C" w:rsidTr="007734E1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 w:rsidP="000C294C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4C" w:rsidRDefault="000C294C">
            <w:pPr>
              <w:rPr>
                <w:lang w:val="it-IT"/>
              </w:rPr>
            </w:pPr>
          </w:p>
        </w:tc>
      </w:tr>
    </w:tbl>
    <w:p w:rsidR="00257D53" w:rsidRDefault="00257D53" w:rsidP="000C294C"/>
    <w:p w:rsidR="00257D53" w:rsidRDefault="00257D53" w:rsidP="000C294C"/>
    <w:tbl>
      <w:tblPr>
        <w:tblW w:w="102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134"/>
        <w:gridCol w:w="2976"/>
        <w:gridCol w:w="941"/>
      </w:tblGrid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Scambi di idee e riflessioni in gruppo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</w:tbl>
    <w:p w:rsidR="00257D53" w:rsidRPr="00257D53" w:rsidRDefault="00257D53" w:rsidP="000C294C">
      <w:pPr>
        <w:rPr>
          <w:lang w:val="it-IT"/>
        </w:rPr>
      </w:pPr>
    </w:p>
    <w:tbl>
      <w:tblPr>
        <w:tblW w:w="102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134"/>
        <w:gridCol w:w="2976"/>
        <w:gridCol w:w="941"/>
      </w:tblGrid>
      <w:tr w:rsidR="00257D53" w:rsidRPr="00A548D0" w:rsidTr="003D23FB">
        <w:trPr>
          <w:trHeight w:hRule="exact" w:val="573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7D53" w:rsidRDefault="00257D53" w:rsidP="00995943">
            <w:pPr>
              <w:rPr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>Osservazioni reciproche in classe (formazione tra pari)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</w:tbl>
    <w:p w:rsidR="00257D53" w:rsidRDefault="00257D53" w:rsidP="000C294C">
      <w:pPr>
        <w:rPr>
          <w:lang w:val="it-IT"/>
        </w:rPr>
      </w:pPr>
    </w:p>
    <w:tbl>
      <w:tblPr>
        <w:tblW w:w="102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134"/>
        <w:gridCol w:w="2976"/>
        <w:gridCol w:w="941"/>
      </w:tblGrid>
      <w:tr w:rsidR="00257D53" w:rsidRPr="00A548D0" w:rsidTr="002517D6">
        <w:trPr>
          <w:trHeight w:hRule="exact" w:val="43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7D53" w:rsidRDefault="00257D53" w:rsidP="00995943">
            <w:pPr>
              <w:rPr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Redazione del portfolio dello sviluppo professionale 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  <w:tr w:rsidR="00257D53" w:rsidRPr="00A548D0" w:rsidTr="00995943">
        <w:trPr>
          <w:trHeight w:hRule="exact" w:val="4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53" w:rsidRDefault="00257D53" w:rsidP="00995943">
            <w:pPr>
              <w:rPr>
                <w:lang w:val="it-IT"/>
              </w:rPr>
            </w:pPr>
          </w:p>
        </w:tc>
      </w:tr>
    </w:tbl>
    <w:p w:rsidR="00257D53" w:rsidRDefault="00257D53" w:rsidP="000C294C">
      <w:pPr>
        <w:rPr>
          <w:lang w:val="it-IT"/>
        </w:rPr>
      </w:pPr>
    </w:p>
    <w:p w:rsidR="00257D53" w:rsidRPr="00257D53" w:rsidRDefault="00257D53" w:rsidP="000C294C">
      <w:pPr>
        <w:rPr>
          <w:lang w:val="it-IT"/>
        </w:rPr>
      </w:pPr>
    </w:p>
    <w:sectPr w:rsidR="00257D53" w:rsidRPr="00257D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4C"/>
    <w:rsid w:val="000C294C"/>
    <w:rsid w:val="00257D53"/>
    <w:rsid w:val="007734E1"/>
    <w:rsid w:val="00A548D0"/>
    <w:rsid w:val="00B16806"/>
    <w:rsid w:val="00E8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86DC"/>
  <w15:chartTrackingRefBased/>
  <w15:docId w15:val="{30C7B598-E724-46E0-8BC1-F63D731B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2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ScientificNetwork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Chianese</dc:creator>
  <cp:keywords/>
  <dc:description/>
  <cp:lastModifiedBy>Gina Chianese</cp:lastModifiedBy>
  <cp:revision>6</cp:revision>
  <dcterms:created xsi:type="dcterms:W3CDTF">2017-09-27T10:33:00Z</dcterms:created>
  <dcterms:modified xsi:type="dcterms:W3CDTF">2017-10-13T08:57:00Z</dcterms:modified>
</cp:coreProperties>
</file>